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28" w:rsidRDefault="00EE0428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ПРИЛОЖЕНИЕ № 1</w:t>
      </w:r>
    </w:p>
    <w:p w:rsidR="00EE0428" w:rsidRDefault="00EE0428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61790">
        <w:rPr>
          <w:sz w:val="28"/>
          <w:szCs w:val="28"/>
        </w:rPr>
        <w:t>равилам определения требований к отдельным</w:t>
      </w:r>
    </w:p>
    <w:p w:rsidR="00EE0428" w:rsidRDefault="00EE0428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видам товаров, работ, услуг (в том числе предельные</w:t>
      </w:r>
      <w:r w:rsidRPr="001E565F">
        <w:rPr>
          <w:sz w:val="28"/>
          <w:szCs w:val="28"/>
        </w:rPr>
        <w:t xml:space="preserve"> </w:t>
      </w:r>
      <w:r w:rsidRPr="00161790">
        <w:rPr>
          <w:sz w:val="28"/>
          <w:szCs w:val="28"/>
        </w:rPr>
        <w:t>цены</w:t>
      </w:r>
    </w:p>
    <w:p w:rsidR="00EE0428" w:rsidRPr="00161790" w:rsidRDefault="00EE0428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товаров, работ, услуг), закупаемым муниципальными</w:t>
      </w:r>
      <w:r>
        <w:rPr>
          <w:sz w:val="28"/>
          <w:szCs w:val="28"/>
        </w:rPr>
        <w:t xml:space="preserve"> органами Школьненского сельского поселения Белореченского района и подведомственными им казенными и </w:t>
      </w:r>
      <w:r w:rsidRPr="00161790">
        <w:rPr>
          <w:sz w:val="28"/>
          <w:szCs w:val="28"/>
        </w:rPr>
        <w:t xml:space="preserve">бюджетными  учреждениями </w:t>
      </w:r>
      <w:r>
        <w:rPr>
          <w:sz w:val="28"/>
          <w:szCs w:val="28"/>
        </w:rPr>
        <w:t>Школьненского сельского поселения Белореченского района</w:t>
      </w:r>
    </w:p>
    <w:p w:rsidR="00EE0428" w:rsidRPr="00161790" w:rsidRDefault="00EE0428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EE0428" w:rsidRPr="00161790" w:rsidRDefault="00EE0428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EE0428" w:rsidRPr="001E565F" w:rsidRDefault="00EE0428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 w:rsidRPr="001E565F">
        <w:rPr>
          <w:b/>
          <w:bCs/>
          <w:sz w:val="28"/>
          <w:szCs w:val="28"/>
        </w:rPr>
        <w:t>ПЕРЕЧЕНЬ</w:t>
      </w:r>
    </w:p>
    <w:p w:rsidR="00EE0428" w:rsidRDefault="00EE0428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 w:rsidRPr="001E565F">
        <w:rPr>
          <w:b/>
          <w:bCs/>
          <w:sz w:val="28"/>
          <w:szCs w:val="28"/>
        </w:rPr>
        <w:t xml:space="preserve">отдельных видов товаров, работ, услуг, их потребительские свойства (в том числе, качество) </w:t>
      </w:r>
    </w:p>
    <w:p w:rsidR="00EE0428" w:rsidRPr="001E565F" w:rsidRDefault="00EE0428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ины</w:t>
      </w:r>
      <w:r w:rsidRPr="001E565F">
        <w:rPr>
          <w:b/>
          <w:bCs/>
          <w:sz w:val="28"/>
          <w:szCs w:val="28"/>
        </w:rPr>
        <w:t>е характеристики (в том числе, предельные цены товаров, работ, услуг) к ним</w:t>
      </w:r>
    </w:p>
    <w:p w:rsidR="00EE0428" w:rsidRDefault="00EE0428" w:rsidP="00161790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tbl>
      <w:tblPr>
        <w:tblW w:w="14904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021"/>
        <w:gridCol w:w="1560"/>
        <w:gridCol w:w="1183"/>
        <w:gridCol w:w="1183"/>
        <w:gridCol w:w="1183"/>
        <w:gridCol w:w="1983"/>
        <w:gridCol w:w="1191"/>
        <w:gridCol w:w="85"/>
        <w:gridCol w:w="1106"/>
        <w:gridCol w:w="171"/>
        <w:gridCol w:w="1276"/>
        <w:gridCol w:w="671"/>
        <w:gridCol w:w="1332"/>
      </w:tblGrid>
      <w:tr w:rsidR="00EE0428" w:rsidRPr="00FD3CB0" w:rsidTr="00116A5A">
        <w:trPr>
          <w:trHeight w:val="431"/>
        </w:trPr>
        <w:tc>
          <w:tcPr>
            <w:tcW w:w="959" w:type="dxa"/>
            <w:vMerge w:val="restart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 xml:space="preserve">№ </w:t>
            </w:r>
          </w:p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021" w:type="dxa"/>
            <w:vMerge w:val="restart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Код по ОКПД</w:t>
            </w:r>
          </w:p>
        </w:tc>
        <w:tc>
          <w:tcPr>
            <w:tcW w:w="1560" w:type="dxa"/>
            <w:vMerge w:val="restart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2366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166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 xml:space="preserve">Требования к потребительским свойствам (в том числе, качеству) и иным характеристикам, утвержденные администрацией </w:t>
            </w:r>
            <w:r w:rsidRPr="00116A5A">
              <w:rPr>
                <w:sz w:val="20"/>
                <w:szCs w:val="20"/>
              </w:rPr>
              <w:t>Школьненского сельского поселения Белореченского района</w:t>
            </w:r>
          </w:p>
        </w:tc>
        <w:tc>
          <w:tcPr>
            <w:tcW w:w="5832" w:type="dxa"/>
            <w:gridSpan w:val="7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Требования к потребительским свойствам (в том числе, качеству) и иным характеристикам, утвержденные администрацией муниц</w:t>
            </w:r>
            <w:bookmarkStart w:id="0" w:name="_GoBack"/>
            <w:bookmarkEnd w:id="0"/>
            <w:r w:rsidRPr="00E02F87">
              <w:rPr>
                <w:sz w:val="20"/>
                <w:szCs w:val="20"/>
                <w:lang w:eastAsia="en-US"/>
              </w:rPr>
              <w:t>ипального образования Белореченский район</w:t>
            </w:r>
          </w:p>
        </w:tc>
      </w:tr>
      <w:tr w:rsidR="00EE0428" w:rsidRPr="00FD3CB0" w:rsidTr="00116A5A">
        <w:trPr>
          <w:cantSplit/>
          <w:trHeight w:val="1642"/>
        </w:trPr>
        <w:tc>
          <w:tcPr>
            <w:tcW w:w="959" w:type="dxa"/>
            <w:vMerge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3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Код по ОКЕИ</w:t>
            </w:r>
          </w:p>
        </w:tc>
        <w:tc>
          <w:tcPr>
            <w:tcW w:w="1183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83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Характеристика</w:t>
            </w:r>
          </w:p>
        </w:tc>
        <w:tc>
          <w:tcPr>
            <w:tcW w:w="1983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Значение характеристики</w:t>
            </w:r>
          </w:p>
        </w:tc>
        <w:tc>
          <w:tcPr>
            <w:tcW w:w="1191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характеристика</w:t>
            </w:r>
          </w:p>
        </w:tc>
        <w:tc>
          <w:tcPr>
            <w:tcW w:w="1191" w:type="dxa"/>
            <w:gridSpan w:val="2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Значение характеристики</w:t>
            </w:r>
          </w:p>
        </w:tc>
        <w:tc>
          <w:tcPr>
            <w:tcW w:w="2118" w:type="dxa"/>
            <w:gridSpan w:val="3"/>
            <w:textDirection w:val="btLr"/>
          </w:tcPr>
          <w:p w:rsidR="00EE0428" w:rsidRPr="00E02F87" w:rsidRDefault="00EE0428" w:rsidP="00024811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16"/>
                <w:szCs w:val="16"/>
                <w:lang w:eastAsia="en-US"/>
              </w:rPr>
              <w:t>Обоснование отклонений значений характеристики от утвержденной  администрацией муниципального образования Белореченский район</w:t>
            </w:r>
          </w:p>
        </w:tc>
        <w:tc>
          <w:tcPr>
            <w:tcW w:w="1332" w:type="dxa"/>
            <w:textDirection w:val="btLr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E02F87">
              <w:rPr>
                <w:sz w:val="20"/>
                <w:szCs w:val="20"/>
                <w:lang w:eastAsia="en-US"/>
              </w:rPr>
              <w:t>Функциональное назначение</w:t>
            </w:r>
          </w:p>
        </w:tc>
      </w:tr>
      <w:tr w:rsidR="00EE0428" w:rsidRPr="00FD3CB0" w:rsidTr="00116A5A">
        <w:tc>
          <w:tcPr>
            <w:tcW w:w="14904" w:type="dxa"/>
            <w:gridSpan w:val="14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числе, предельные цены товаров, работ, услуг), закупаемым муниципальными органами </w:t>
            </w:r>
            <w:r>
              <w:rPr>
                <w:sz w:val="28"/>
                <w:szCs w:val="28"/>
              </w:rPr>
              <w:t>Школьненского сельского поселения Белореченского района</w:t>
            </w:r>
            <w:r w:rsidRPr="00E02F87">
              <w:rPr>
                <w:sz w:val="28"/>
                <w:szCs w:val="28"/>
                <w:lang w:eastAsia="en-US"/>
              </w:rPr>
              <w:t xml:space="preserve"> и подведомственными им казенными и бюджетными учреждениями, утвержденным постановлением администрации </w:t>
            </w:r>
            <w:r>
              <w:rPr>
                <w:sz w:val="28"/>
                <w:szCs w:val="28"/>
              </w:rPr>
              <w:t>Школьненского сельского поселения Белореченского района</w:t>
            </w:r>
            <w:r w:rsidRPr="00E02F87">
              <w:rPr>
                <w:sz w:val="28"/>
                <w:szCs w:val="28"/>
                <w:lang w:eastAsia="en-US"/>
              </w:rPr>
              <w:t xml:space="preserve"> от ___________ № _______________</w:t>
            </w:r>
          </w:p>
        </w:tc>
      </w:tr>
      <w:tr w:rsidR="00EE0428" w:rsidRPr="00FD3CB0" w:rsidTr="00116A5A">
        <w:tc>
          <w:tcPr>
            <w:tcW w:w="959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21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03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0428" w:rsidRPr="00FD3CB0" w:rsidTr="00116A5A">
        <w:tc>
          <w:tcPr>
            <w:tcW w:w="14904" w:type="dxa"/>
            <w:gridSpan w:val="14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 xml:space="preserve">Дополнительный перечень отдельных товаров, работ, услуг, определенный </w:t>
            </w:r>
          </w:p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 xml:space="preserve">Администрацией </w:t>
            </w:r>
            <w:r>
              <w:rPr>
                <w:sz w:val="28"/>
                <w:szCs w:val="28"/>
              </w:rPr>
              <w:t>Школьненского сельского поселения Белореченского района</w:t>
            </w:r>
          </w:p>
        </w:tc>
      </w:tr>
      <w:tr w:rsidR="00EE0428" w:rsidRPr="00FD3CB0" w:rsidTr="00116A5A">
        <w:tc>
          <w:tcPr>
            <w:tcW w:w="959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21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276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003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EE0428" w:rsidRPr="00FD3CB0" w:rsidTr="00116A5A">
        <w:tc>
          <w:tcPr>
            <w:tcW w:w="959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21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83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276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003" w:type="dxa"/>
            <w:gridSpan w:val="2"/>
          </w:tcPr>
          <w:p w:rsidR="00EE0428" w:rsidRPr="00E02F87" w:rsidRDefault="00EE0428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eastAsia="en-US"/>
              </w:rPr>
            </w:pPr>
            <w:r w:rsidRPr="00E02F87">
              <w:rPr>
                <w:sz w:val="28"/>
                <w:szCs w:val="28"/>
                <w:lang w:eastAsia="en-US"/>
              </w:rPr>
              <w:t>Х</w:t>
            </w:r>
          </w:p>
        </w:tc>
      </w:tr>
    </w:tbl>
    <w:p w:rsidR="00EE0428" w:rsidRDefault="00EE0428" w:rsidP="00116A5A">
      <w:pPr>
        <w:pStyle w:val="2"/>
        <w:shd w:val="clear" w:color="auto" w:fill="auto"/>
        <w:spacing w:line="320" w:lineRule="exact"/>
        <w:ind w:left="1260" w:right="337"/>
        <w:rPr>
          <w:sz w:val="28"/>
          <w:szCs w:val="28"/>
        </w:rPr>
      </w:pPr>
    </w:p>
    <w:p w:rsidR="00EE0428" w:rsidRPr="00161790" w:rsidRDefault="00EE0428" w:rsidP="00116A5A">
      <w:pPr>
        <w:pStyle w:val="2"/>
        <w:numPr>
          <w:ilvl w:val="0"/>
          <w:numId w:val="1"/>
        </w:numPr>
        <w:shd w:val="clear" w:color="auto" w:fill="auto"/>
        <w:spacing w:line="320" w:lineRule="exact"/>
        <w:ind w:left="1260" w:right="337" w:firstLine="0"/>
        <w:rPr>
          <w:sz w:val="28"/>
          <w:szCs w:val="28"/>
        </w:rPr>
      </w:pPr>
      <w:r>
        <w:rPr>
          <w:sz w:val="28"/>
          <w:szCs w:val="28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числе, качеству) и иным характеристикам (в том числе, предельные цены товаров, работ, услуг)</w:t>
      </w:r>
    </w:p>
    <w:p w:rsidR="00EE0428" w:rsidRDefault="00EE0428" w:rsidP="00161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428" w:rsidRPr="00161790" w:rsidRDefault="00EE0428" w:rsidP="00161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428" w:rsidRPr="00E961D7" w:rsidRDefault="00EE0428" w:rsidP="00B11F6F">
      <w:pPr>
        <w:spacing w:line="240" w:lineRule="auto"/>
        <w:ind w:left="1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Е.В. Леник</w:t>
      </w:r>
    </w:p>
    <w:sectPr w:rsidR="00EE0428" w:rsidRPr="00E961D7" w:rsidSect="00116A5A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567" w:right="397" w:bottom="45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428" w:rsidRDefault="00EE0428" w:rsidP="001E565F">
      <w:pPr>
        <w:spacing w:after="0" w:line="240" w:lineRule="auto"/>
      </w:pPr>
      <w:r>
        <w:separator/>
      </w:r>
    </w:p>
  </w:endnote>
  <w:endnote w:type="continuationSeparator" w:id="0">
    <w:p w:rsidR="00EE0428" w:rsidRDefault="00EE0428" w:rsidP="001E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28" w:rsidRDefault="00EE04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28" w:rsidRDefault="00EE04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428" w:rsidRDefault="00EE0428" w:rsidP="001E565F">
      <w:pPr>
        <w:spacing w:after="0" w:line="240" w:lineRule="auto"/>
      </w:pPr>
      <w:r>
        <w:separator/>
      </w:r>
    </w:p>
  </w:footnote>
  <w:footnote w:type="continuationSeparator" w:id="0">
    <w:p w:rsidR="00EE0428" w:rsidRDefault="00EE0428" w:rsidP="001E5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28" w:rsidRDefault="00EE042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E0428" w:rsidRDefault="00EE04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428" w:rsidRDefault="00EE04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A1E"/>
    <w:multiLevelType w:val="hybridMultilevel"/>
    <w:tmpl w:val="A1107924"/>
    <w:lvl w:ilvl="0" w:tplc="C308A1D2">
      <w:numFmt w:val="bullet"/>
      <w:lvlText w:val=""/>
      <w:lvlJc w:val="left"/>
      <w:pPr>
        <w:ind w:left="277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53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2AE"/>
    <w:rsid w:val="00024811"/>
    <w:rsid w:val="00043641"/>
    <w:rsid w:val="0006175A"/>
    <w:rsid w:val="00116A5A"/>
    <w:rsid w:val="00161790"/>
    <w:rsid w:val="001E1A20"/>
    <w:rsid w:val="001E565F"/>
    <w:rsid w:val="002159F2"/>
    <w:rsid w:val="00237E13"/>
    <w:rsid w:val="003C5F66"/>
    <w:rsid w:val="00407956"/>
    <w:rsid w:val="004C09CC"/>
    <w:rsid w:val="00727054"/>
    <w:rsid w:val="00775114"/>
    <w:rsid w:val="007A3F58"/>
    <w:rsid w:val="00A70F07"/>
    <w:rsid w:val="00AA1B1B"/>
    <w:rsid w:val="00B11F6F"/>
    <w:rsid w:val="00D16309"/>
    <w:rsid w:val="00DF783F"/>
    <w:rsid w:val="00E02F87"/>
    <w:rsid w:val="00E879D8"/>
    <w:rsid w:val="00E961D7"/>
    <w:rsid w:val="00EE0428"/>
    <w:rsid w:val="00F352AE"/>
    <w:rsid w:val="00FD3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9C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2"/>
    <w:uiPriority w:val="99"/>
    <w:locked/>
    <w:rsid w:val="00E961D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E961D7"/>
    <w:pPr>
      <w:widowControl w:val="0"/>
      <w:shd w:val="clear" w:color="auto" w:fill="FFFFFF"/>
      <w:spacing w:after="0" w:line="240" w:lineRule="atLeast"/>
      <w:jc w:val="both"/>
    </w:pPr>
    <w:rPr>
      <w:rFonts w:cs="Times New Roman"/>
      <w:sz w:val="27"/>
      <w:szCs w:val="27"/>
      <w:lang w:eastAsia="ru-RU"/>
    </w:rPr>
  </w:style>
  <w:style w:type="table" w:styleId="TableGrid">
    <w:name w:val="Table Grid"/>
    <w:basedOn w:val="TableNormal"/>
    <w:uiPriority w:val="99"/>
    <w:rsid w:val="0016179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E565F"/>
  </w:style>
  <w:style w:type="paragraph" w:styleId="Footer">
    <w:name w:val="footer"/>
    <w:basedOn w:val="Normal"/>
    <w:link w:val="FooterChar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E56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362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vyalaya</dc:creator>
  <cp:keywords/>
  <dc:description/>
  <cp:lastModifiedBy>USER</cp:lastModifiedBy>
  <cp:revision>13</cp:revision>
  <cp:lastPrinted>2016-01-25T12:07:00Z</cp:lastPrinted>
  <dcterms:created xsi:type="dcterms:W3CDTF">2015-12-28T05:12:00Z</dcterms:created>
  <dcterms:modified xsi:type="dcterms:W3CDTF">2016-01-25T12:07:00Z</dcterms:modified>
</cp:coreProperties>
</file>